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F2" w:rsidRDefault="00D55DF2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55DF2" w:rsidRDefault="00D55DF2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55DF2" w:rsidRDefault="00D55DF2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55DF2" w:rsidRDefault="00D55DF2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 №_____</w:t>
      </w:r>
    </w:p>
    <w:p w:rsidR="00D55DF2" w:rsidRPr="00D737C3" w:rsidRDefault="00D55DF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55DF2" w:rsidRDefault="00D55DF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55DF2" w:rsidRPr="003B0591" w:rsidRDefault="00D55DF2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 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55DF2" w:rsidRPr="00D737C3" w:rsidRDefault="00D55DF2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55DF2" w:rsidRPr="006069E5">
        <w:tc>
          <w:tcPr>
            <w:tcW w:w="1162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55DF2" w:rsidRPr="006069E5">
        <w:tc>
          <w:tcPr>
            <w:tcW w:w="1162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55DF2" w:rsidRPr="006069E5" w:rsidRDefault="00D55D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55DF2" w:rsidRPr="0064236D" w:rsidRDefault="00D55DF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55DF2" w:rsidRPr="006069E5">
        <w:trPr>
          <w:tblHeader/>
        </w:trPr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55DF2" w:rsidRPr="006A775F" w:rsidRDefault="00D55DF2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6A775F">
              <w:rPr>
                <w:rFonts w:ascii="Times New Roman" w:hAnsi="Times New Roman" w:cs="Times New Roman"/>
              </w:rPr>
              <w:t xml:space="preserve">а «Поддержка деятельности территориального общественного самоуправления  на территории Старотитаровского сельского поселения Темрюкского района» </w:t>
            </w:r>
          </w:p>
          <w:p w:rsidR="00D55DF2" w:rsidRPr="00A47476" w:rsidRDefault="00D55DF2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D55DF2" w:rsidRPr="006069E5" w:rsidRDefault="00D55DF2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55DF2" w:rsidRPr="007A5CB9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D55DF2" w:rsidRPr="006069E5" w:rsidRDefault="00D55D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6A775F" w:rsidRDefault="00D55DF2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55DF2" w:rsidRPr="006A775F" w:rsidRDefault="00D55DF2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6069E5" w:rsidRDefault="00D55D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55DF2" w:rsidRPr="006069E5" w:rsidRDefault="00D55D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55DF2" w:rsidRDefault="00D55DF2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55DF2" w:rsidRDefault="00D55DF2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D55DF2" w:rsidRDefault="00D55DF2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55DF2" w:rsidRDefault="00D55DF2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55DF2" w:rsidRPr="006A775F" w:rsidRDefault="00D55DF2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D55DF2" w:rsidRPr="007A5CB9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55DF2" w:rsidRPr="006069E5" w:rsidRDefault="00D55D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6A775F" w:rsidRDefault="00D55DF2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55DF2" w:rsidRPr="006069E5" w:rsidRDefault="00D55DF2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24685E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55DF2" w:rsidRPr="007A5CB9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55DF2" w:rsidRPr="006069E5" w:rsidRDefault="00D55DF2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55DF2" w:rsidRPr="006069E5" w:rsidRDefault="00D55DF2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24685E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55DF2" w:rsidRPr="009B0983" w:rsidRDefault="00D55DF2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1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1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D55DF2" w:rsidRPr="002B73E5" w:rsidRDefault="00D55DF2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55DF2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55DF2" w:rsidRPr="007A5CB9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D55DF2" w:rsidRPr="006069E5" w:rsidRDefault="00D55DF2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6A775F" w:rsidRDefault="00D55DF2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55DF2" w:rsidRPr="006069E5" w:rsidRDefault="00D55DF2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6069E5" w:rsidRDefault="00D55D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55DF2" w:rsidRPr="006069E5" w:rsidRDefault="00D55D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55DF2" w:rsidRPr="006069E5" w:rsidRDefault="00D55DF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55DF2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55DF2" w:rsidRPr="007A5CB9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D55DF2" w:rsidRPr="006069E5" w:rsidRDefault="00D55DF2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6A775F" w:rsidRDefault="00D55DF2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55DF2" w:rsidRPr="006069E5" w:rsidRDefault="00D55DF2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24685E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55DF2" w:rsidRPr="00DC72AC" w:rsidRDefault="00D55DF2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«Реализация муниципальной политики в сфере приватизации муниципального имущества Старотитаровского сельского поселения Темрюкского района»</w:t>
            </w:r>
          </w:p>
          <w:p w:rsidR="00D55DF2" w:rsidRPr="006069E5" w:rsidRDefault="00D55DF2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55DF2" w:rsidRDefault="00D55DF2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55DF2" w:rsidRDefault="00D55DF2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D55DF2" w:rsidRPr="007A5CB9" w:rsidRDefault="00D55DF2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55DF2" w:rsidRPr="006069E5" w:rsidRDefault="00D55DF2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8A2C6D" w:rsidRDefault="00D55DF2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D55DF2" w:rsidRPr="006069E5" w:rsidRDefault="00D55DF2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6069E5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55DF2" w:rsidRPr="006069E5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80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55DF2" w:rsidRPr="006069E5" w:rsidRDefault="00D55DF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D55DF2" w:rsidRPr="006069E5">
        <w:tc>
          <w:tcPr>
            <w:tcW w:w="1151" w:type="dxa"/>
          </w:tcPr>
          <w:p w:rsidR="00D55DF2" w:rsidRPr="006069E5" w:rsidRDefault="00D55DF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55DF2" w:rsidRDefault="00D55DF2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55DF2" w:rsidRPr="007A5CB9" w:rsidRDefault="00D55DF2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D55DF2" w:rsidRPr="006069E5" w:rsidRDefault="00D55DF2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55DF2" w:rsidRPr="008A2C6D" w:rsidRDefault="00D55DF2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D55DF2" w:rsidRPr="006069E5" w:rsidRDefault="00D55DF2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55DF2" w:rsidRPr="0024685E" w:rsidRDefault="00D55DF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55DF2" w:rsidRPr="006069E5" w:rsidRDefault="00D55DF2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55DF2" w:rsidRDefault="00D55DF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5DF2" w:rsidRDefault="00D55D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55DF2" w:rsidRDefault="00D55DF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55DF2" w:rsidRPr="0064236D" w:rsidRDefault="00D55DF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D55DF2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DF2" w:rsidRDefault="00D55DF2" w:rsidP="007D6942">
      <w:r>
        <w:separator/>
      </w:r>
    </w:p>
  </w:endnote>
  <w:endnote w:type="continuationSeparator" w:id="0">
    <w:p w:rsidR="00D55DF2" w:rsidRDefault="00D55DF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DF2" w:rsidRDefault="00D55DF2" w:rsidP="007D6942">
      <w:r>
        <w:separator/>
      </w:r>
    </w:p>
  </w:footnote>
  <w:footnote w:type="continuationSeparator" w:id="0">
    <w:p w:rsidR="00D55DF2" w:rsidRDefault="00D55DF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F2" w:rsidRDefault="00D55DF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55DF2" w:rsidRPr="00A80EF1" w:rsidRDefault="00D55DF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A6939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73E5"/>
    <w:rsid w:val="002C19AC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227BB"/>
    <w:rsid w:val="004335C1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42F2E"/>
    <w:rsid w:val="007473AA"/>
    <w:rsid w:val="00780C3B"/>
    <w:rsid w:val="00790A98"/>
    <w:rsid w:val="007A5CB9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63C9E"/>
    <w:rsid w:val="00A80EF1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2023E"/>
    <w:rsid w:val="00B47DD0"/>
    <w:rsid w:val="00B75B97"/>
    <w:rsid w:val="00BB20F0"/>
    <w:rsid w:val="00BF6D41"/>
    <w:rsid w:val="00C35E09"/>
    <w:rsid w:val="00C400CB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55DF2"/>
    <w:rsid w:val="00D70BE1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character" w:customStyle="1" w:styleId="a1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49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496</TotalTime>
  <Pages>3</Pages>
  <Words>445</Words>
  <Characters>2541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129</cp:revision>
  <cp:lastPrinted>2021-12-27T06:18:00Z</cp:lastPrinted>
  <dcterms:created xsi:type="dcterms:W3CDTF">2021-05-31T11:19:00Z</dcterms:created>
  <dcterms:modified xsi:type="dcterms:W3CDTF">2022-12-15T08:43:00Z</dcterms:modified>
</cp:coreProperties>
</file>